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0394E" w14:textId="03BF2903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734875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52306A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3526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03E31C8" w14:textId="24C9AC4A" w:rsidR="0085747A" w:rsidRDefault="0071620A" w:rsidP="0052306A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9034B">
        <w:rPr>
          <w:rFonts w:ascii="Corbel" w:hAnsi="Corbel"/>
          <w:i/>
          <w:smallCaps/>
          <w:sz w:val="24"/>
          <w:szCs w:val="24"/>
        </w:rPr>
        <w:t xml:space="preserve"> </w:t>
      </w:r>
      <w:r w:rsidR="00B24360" w:rsidRPr="00B24360">
        <w:rPr>
          <w:rFonts w:ascii="Corbel" w:hAnsi="Corbel"/>
          <w:i/>
          <w:smallCaps/>
          <w:sz w:val="24"/>
          <w:szCs w:val="24"/>
        </w:rPr>
        <w:t>2021-2023</w:t>
      </w:r>
    </w:p>
    <w:p w14:paraId="041B595A" w14:textId="77777777" w:rsidR="0052306A" w:rsidRDefault="00B24360" w:rsidP="0052306A">
      <w:pPr>
        <w:spacing w:after="0"/>
        <w:rPr>
          <w:rFonts w:ascii="Corbel" w:hAnsi="Corbel"/>
          <w:i/>
          <w:sz w:val="20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44018">
        <w:rPr>
          <w:sz w:val="18"/>
        </w:rPr>
        <w:t>(skrajne daty)</w:t>
      </w:r>
    </w:p>
    <w:p w14:paraId="710C23BD" w14:textId="19457B95" w:rsidR="00445970" w:rsidRDefault="00445970" w:rsidP="0052306A">
      <w:pPr>
        <w:spacing w:after="0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C642B3">
        <w:rPr>
          <w:rFonts w:ascii="Corbel" w:hAnsi="Corbel"/>
          <w:sz w:val="20"/>
          <w:szCs w:val="20"/>
        </w:rPr>
        <w:t>202</w:t>
      </w:r>
      <w:r w:rsidR="00F9034B">
        <w:rPr>
          <w:rFonts w:ascii="Corbel" w:hAnsi="Corbel"/>
          <w:sz w:val="20"/>
          <w:szCs w:val="20"/>
        </w:rPr>
        <w:t>2</w:t>
      </w:r>
      <w:r w:rsidR="00D5074E">
        <w:rPr>
          <w:rFonts w:ascii="Corbel" w:hAnsi="Corbel"/>
          <w:sz w:val="20"/>
          <w:szCs w:val="20"/>
        </w:rPr>
        <w:t>/2023</w:t>
      </w:r>
    </w:p>
    <w:p w14:paraId="19A2CB4A" w14:textId="77777777" w:rsidR="0052306A" w:rsidRPr="00B24360" w:rsidRDefault="0052306A" w:rsidP="0052306A">
      <w:pPr>
        <w:spacing w:after="0"/>
        <w:jc w:val="center"/>
      </w:pPr>
    </w:p>
    <w:p w14:paraId="6D4E7C8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9034B" w:rsidRPr="009C54AE" w14:paraId="5AB999D2" w14:textId="77777777" w:rsidTr="00C642B3">
        <w:tc>
          <w:tcPr>
            <w:tcW w:w="2694" w:type="dxa"/>
            <w:vAlign w:val="center"/>
          </w:tcPr>
          <w:p w14:paraId="770D0B8E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813ACD" w14:textId="250EC1AC" w:rsidR="00F9034B" w:rsidRPr="00A06696" w:rsidRDefault="00F9034B" w:rsidP="00F9034B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A06696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Adaptacja społeczna osób </w:t>
            </w:r>
            <w:r w:rsidR="0052306A" w:rsidRPr="00A06696">
              <w:rPr>
                <w:rFonts w:ascii="Corbel" w:hAnsi="Corbel"/>
                <w:b w:val="0"/>
                <w:sz w:val="24"/>
                <w:szCs w:val="24"/>
                <w:lang w:eastAsia="pl-PL"/>
              </w:rPr>
              <w:t>starszych i niepełnosprawnych</w:t>
            </w:r>
            <w:r w:rsidRPr="00A06696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w DPS</w:t>
            </w:r>
          </w:p>
        </w:tc>
      </w:tr>
      <w:tr w:rsidR="00F9034B" w:rsidRPr="009C54AE" w14:paraId="046014C8" w14:textId="77777777" w:rsidTr="00C642B3">
        <w:tc>
          <w:tcPr>
            <w:tcW w:w="2694" w:type="dxa"/>
            <w:vAlign w:val="center"/>
          </w:tcPr>
          <w:p w14:paraId="1D4EF4D8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3B6FE" w14:textId="77777777" w:rsidR="00F9034B" w:rsidRPr="00F9034B" w:rsidRDefault="00F9034B" w:rsidP="00F9034B">
            <w:pPr>
              <w:pStyle w:val="Odpowiedzi"/>
              <w:rPr>
                <w:rFonts w:ascii="Corbel" w:hAnsi="Corbel"/>
                <w:b w:val="0"/>
                <w:bCs/>
                <w:i/>
                <w:color w:val="FF0000"/>
                <w:sz w:val="24"/>
                <w:szCs w:val="24"/>
              </w:rPr>
            </w:pPr>
            <w:r w:rsidRPr="00F9034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P2S[4]F_04</w:t>
            </w:r>
          </w:p>
        </w:tc>
      </w:tr>
      <w:tr w:rsidR="00F9034B" w:rsidRPr="009C54AE" w14:paraId="2BABFE96" w14:textId="77777777" w:rsidTr="00C642B3">
        <w:tc>
          <w:tcPr>
            <w:tcW w:w="2694" w:type="dxa"/>
            <w:vAlign w:val="center"/>
          </w:tcPr>
          <w:p w14:paraId="7509DC59" w14:textId="77777777" w:rsidR="00F9034B" w:rsidRPr="009C54AE" w:rsidRDefault="00F9034B" w:rsidP="00F9034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6573C2B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9034B" w:rsidRPr="009C54AE" w14:paraId="3A27DD97" w14:textId="77777777" w:rsidTr="00C642B3">
        <w:tc>
          <w:tcPr>
            <w:tcW w:w="2694" w:type="dxa"/>
            <w:vAlign w:val="center"/>
          </w:tcPr>
          <w:p w14:paraId="0052867B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FDC2D2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9034B" w:rsidRPr="009C54AE" w14:paraId="10E56A80" w14:textId="77777777" w:rsidTr="00C642B3">
        <w:tc>
          <w:tcPr>
            <w:tcW w:w="2694" w:type="dxa"/>
            <w:vAlign w:val="center"/>
          </w:tcPr>
          <w:p w14:paraId="266CAFEA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A5777B" w14:textId="6074E269" w:rsidR="00F9034B" w:rsidRPr="00A206AF" w:rsidRDefault="00A06696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raca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ocjalna</w:t>
            </w:r>
          </w:p>
        </w:tc>
      </w:tr>
      <w:tr w:rsidR="00F9034B" w:rsidRPr="009C54AE" w14:paraId="5B4AD97E" w14:textId="77777777" w:rsidTr="00C642B3">
        <w:tc>
          <w:tcPr>
            <w:tcW w:w="2694" w:type="dxa"/>
            <w:vAlign w:val="center"/>
          </w:tcPr>
          <w:p w14:paraId="4C33688C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3E979A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F9034B" w:rsidRPr="009C54AE" w14:paraId="3131E086" w14:textId="77777777" w:rsidTr="00C642B3">
        <w:tc>
          <w:tcPr>
            <w:tcW w:w="2694" w:type="dxa"/>
            <w:vAlign w:val="center"/>
          </w:tcPr>
          <w:p w14:paraId="61869C00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1B950E" w14:textId="57AB4435" w:rsidR="00F9034B" w:rsidRPr="00A206AF" w:rsidRDefault="00A06696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F9034B" w:rsidRPr="009C54AE" w14:paraId="1D90DC22" w14:textId="77777777" w:rsidTr="00C642B3">
        <w:tc>
          <w:tcPr>
            <w:tcW w:w="2694" w:type="dxa"/>
            <w:vAlign w:val="center"/>
          </w:tcPr>
          <w:p w14:paraId="617F557C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FF69F5" w14:textId="76F85B9A" w:rsidR="00F9034B" w:rsidRPr="00A206AF" w:rsidRDefault="00A06696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F9034B" w:rsidRPr="009C54AE" w14:paraId="6AFA7436" w14:textId="77777777" w:rsidTr="00C642B3">
        <w:tc>
          <w:tcPr>
            <w:tcW w:w="2694" w:type="dxa"/>
            <w:vAlign w:val="center"/>
          </w:tcPr>
          <w:p w14:paraId="5959CF34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6EE956" w14:textId="6E50EE0F" w:rsidR="00F9034B" w:rsidRPr="00A206AF" w:rsidRDefault="00D82B82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</w:p>
        </w:tc>
      </w:tr>
      <w:tr w:rsidR="00F9034B" w:rsidRPr="009C54AE" w14:paraId="7B245F14" w14:textId="77777777" w:rsidTr="00C642B3">
        <w:tc>
          <w:tcPr>
            <w:tcW w:w="2694" w:type="dxa"/>
            <w:vAlign w:val="center"/>
          </w:tcPr>
          <w:p w14:paraId="25493201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1029E8" w14:textId="790F94AC" w:rsidR="00F9034B" w:rsidRPr="00A206AF" w:rsidRDefault="00A06696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akultatywny</w:t>
            </w:r>
          </w:p>
        </w:tc>
      </w:tr>
      <w:tr w:rsidR="00F9034B" w:rsidRPr="009C54AE" w14:paraId="1881318C" w14:textId="77777777" w:rsidTr="00C642B3">
        <w:tc>
          <w:tcPr>
            <w:tcW w:w="2694" w:type="dxa"/>
            <w:vAlign w:val="center"/>
          </w:tcPr>
          <w:p w14:paraId="3D606C24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216DE1" w14:textId="70D0C8FB" w:rsidR="00F9034B" w:rsidRPr="00A206AF" w:rsidRDefault="00A06696" w:rsidP="00F903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8B654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9034B" w:rsidRPr="00A206A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2B3" w:rsidRPr="009C54AE" w14:paraId="74ABD358" w14:textId="77777777" w:rsidTr="00C642B3">
        <w:tc>
          <w:tcPr>
            <w:tcW w:w="2694" w:type="dxa"/>
            <w:vAlign w:val="center"/>
          </w:tcPr>
          <w:p w14:paraId="2F569569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AEB6E9" w14:textId="28603914" w:rsidR="00C642B3" w:rsidRPr="009C54AE" w:rsidRDefault="0052306A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="00C642B3" w:rsidRPr="009C54AE" w14:paraId="48763F23" w14:textId="77777777" w:rsidTr="00C642B3">
        <w:tc>
          <w:tcPr>
            <w:tcW w:w="2694" w:type="dxa"/>
            <w:vAlign w:val="center"/>
          </w:tcPr>
          <w:p w14:paraId="7ED7DAD7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F35E52" w14:textId="03731F57" w:rsidR="00C642B3" w:rsidRPr="009C54AE" w:rsidRDefault="0052306A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14:paraId="7B610943" w14:textId="77777777" w:rsidR="00923D7D" w:rsidRPr="009C54AE" w:rsidRDefault="0085747A" w:rsidP="00F903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AD50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F997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4925177" w14:textId="77777777" w:rsidTr="00F903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4A5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B82E0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43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2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81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C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50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C8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C86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D3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28C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223B736" w14:textId="77777777" w:rsidTr="00F903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1E2B" w14:textId="77777777" w:rsidR="00015B8F" w:rsidRPr="009C54AE" w:rsidRDefault="00F90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2C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75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9DB4" w14:textId="77777777" w:rsidR="00015B8F" w:rsidRPr="009C54AE" w:rsidRDefault="00F90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E5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E4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BA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CA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01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B6CE" w14:textId="5CBBC580" w:rsidR="00015B8F" w:rsidRPr="009C54AE" w:rsidRDefault="00F90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2F3832D6" w14:textId="77777777" w:rsidR="00923D7D" w:rsidRPr="009C54AE" w:rsidRDefault="00923D7D" w:rsidP="00F903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0319A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220D69" w14:textId="77777777" w:rsidR="00453D18" w:rsidRDefault="00453D18" w:rsidP="00F83B28">
      <w:pPr>
        <w:pStyle w:val="Punktygwne"/>
        <w:spacing w:before="0" w:after="0"/>
        <w:ind w:left="709"/>
        <w:rPr>
          <w:rFonts w:ascii="Corbel" w:eastAsia="MS Gothic" w:hAnsi="Corbel" w:cs="MS Gothic"/>
          <w:bCs/>
          <w:szCs w:val="24"/>
        </w:rPr>
      </w:pPr>
    </w:p>
    <w:p w14:paraId="03FB16D3" w14:textId="44F19D29" w:rsidR="0085747A" w:rsidRDefault="00F90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9034B">
        <w:rPr>
          <w:rFonts w:ascii="Corbel" w:eastAsia="MS Gothic" w:hAnsi="Corbel" w:cs="MS Gothic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505238" w14:textId="77777777" w:rsidR="00A06696" w:rsidRPr="00A06696" w:rsidRDefault="00A06696" w:rsidP="00A06696">
      <w:pPr>
        <w:spacing w:after="0" w:line="240" w:lineRule="auto"/>
        <w:ind w:left="709"/>
        <w:rPr>
          <w:rFonts w:ascii="Corbel" w:hAnsi="Corbel"/>
          <w:smallCaps/>
          <w:sz w:val="24"/>
          <w:szCs w:val="24"/>
        </w:rPr>
      </w:pPr>
      <w:r w:rsidRPr="00A06696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A06696">
        <w:rPr>
          <w:rFonts w:ascii="Corbel" w:hAnsi="Corbel"/>
          <w:smallCaps/>
          <w:sz w:val="24"/>
          <w:szCs w:val="24"/>
        </w:rPr>
        <w:t xml:space="preserve"> </w:t>
      </w:r>
      <w:r w:rsidRPr="00A06696">
        <w:rPr>
          <w:rFonts w:ascii="Corbel" w:hAnsi="Corbel"/>
          <w:sz w:val="24"/>
          <w:szCs w:val="24"/>
        </w:rPr>
        <w:t>zajęcia realizowane z wykorzystaniem metod i technik kształcenia na odległość</w:t>
      </w:r>
    </w:p>
    <w:p w14:paraId="04270B56" w14:textId="77777777" w:rsidR="00A06696" w:rsidRPr="009C54AE" w:rsidRDefault="00A06696" w:rsidP="00A066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74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71F6E4" w14:textId="11566F3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318906" w14:textId="77777777" w:rsidR="00A06696" w:rsidRDefault="00A06696" w:rsidP="00D82B82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</w:p>
    <w:p w14:paraId="6A197C84" w14:textId="14BB2971" w:rsidR="009C54AE" w:rsidRPr="00A06696" w:rsidRDefault="00F9034B" w:rsidP="00D82B82">
      <w:pPr>
        <w:pStyle w:val="Punktygwne"/>
        <w:spacing w:before="0" w:after="0"/>
        <w:ind w:left="851"/>
        <w:rPr>
          <w:rFonts w:ascii="Corbel" w:hAnsi="Corbel"/>
          <w:b w:val="0"/>
          <w:szCs w:val="24"/>
        </w:rPr>
      </w:pPr>
      <w:r w:rsidRPr="00A06696">
        <w:rPr>
          <w:rFonts w:ascii="Corbel" w:hAnsi="Corbel"/>
          <w:b w:val="0"/>
          <w:szCs w:val="24"/>
        </w:rPr>
        <w:t>zaliczenie z oceną</w:t>
      </w:r>
    </w:p>
    <w:p w14:paraId="6ECABF2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14F869" w14:textId="2A268D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412F6AF" w14:textId="77777777" w:rsidR="00453D18" w:rsidRPr="009C54AE" w:rsidRDefault="00453D1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259A88" w14:textId="77777777" w:rsidTr="00745302">
        <w:tc>
          <w:tcPr>
            <w:tcW w:w="9670" w:type="dxa"/>
          </w:tcPr>
          <w:p w14:paraId="068AD70C" w14:textId="5848A1B0" w:rsidR="003570E7" w:rsidRPr="003570E7" w:rsidRDefault="003570E7" w:rsidP="0052306A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Podstawowa wiedza z zakresu metodycznego działa</w:t>
            </w:r>
            <w:r w:rsidR="0052306A">
              <w:rPr>
                <w:rFonts w:ascii="Corbel" w:hAnsi="Corbel"/>
                <w:sz w:val="24"/>
                <w:szCs w:val="24"/>
              </w:rPr>
              <w:t xml:space="preserve">nia w obszarze wspierania osób </w:t>
            </w:r>
            <w:r w:rsidRPr="003570E7">
              <w:rPr>
                <w:rFonts w:ascii="Corbel" w:hAnsi="Corbel"/>
                <w:sz w:val="24"/>
                <w:szCs w:val="24"/>
              </w:rPr>
              <w:t>w podeszłym wieku</w:t>
            </w:r>
            <w:r w:rsidR="00F26DB1">
              <w:rPr>
                <w:rFonts w:ascii="Corbel" w:hAnsi="Corbel"/>
                <w:sz w:val="24"/>
                <w:szCs w:val="24"/>
              </w:rPr>
              <w:t xml:space="preserve"> oraz osób niepełnosprawnych.</w:t>
            </w:r>
          </w:p>
          <w:p w14:paraId="1768A76D" w14:textId="77777777" w:rsidR="003570E7" w:rsidRPr="003570E7" w:rsidRDefault="003570E7" w:rsidP="0052306A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Podstawowe umiejętności z zakresu komunikacji interpersonalnej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4EBBFB0" w14:textId="77777777" w:rsidR="003570E7" w:rsidRPr="00F26DB1" w:rsidRDefault="003570E7" w:rsidP="0052306A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lastRenderedPageBreak/>
              <w:t>Podstawowa wiedza dotycząca planowania pracy i wyznaczania celów</w:t>
            </w:r>
            <w:r w:rsidR="00F26DB1">
              <w:rPr>
                <w:rFonts w:ascii="Corbel" w:hAnsi="Corbel"/>
                <w:sz w:val="24"/>
                <w:szCs w:val="24"/>
              </w:rPr>
              <w:t xml:space="preserve"> w instytucjach pomocy społecznej.</w:t>
            </w:r>
          </w:p>
        </w:tc>
      </w:tr>
    </w:tbl>
    <w:p w14:paraId="54A613D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542768" w14:textId="43BE402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17874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169965" w14:textId="77777777" w:rsidR="0085747A" w:rsidRDefault="0071620A" w:rsidP="00F5483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07798E" w14:textId="77777777" w:rsidR="00F54831" w:rsidRPr="00F54831" w:rsidRDefault="00F54831" w:rsidP="00F5483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534"/>
      </w:tblGrid>
      <w:tr w:rsidR="00F54831" w:rsidRPr="00F54831" w14:paraId="2EB9125F" w14:textId="77777777" w:rsidTr="00227456">
        <w:trPr>
          <w:trHeight w:val="1078"/>
        </w:trPr>
        <w:tc>
          <w:tcPr>
            <w:tcW w:w="851" w:type="dxa"/>
            <w:vAlign w:val="center"/>
          </w:tcPr>
          <w:p w14:paraId="1CCF0977" w14:textId="77777777" w:rsidR="00F54831" w:rsidRPr="00F54831" w:rsidRDefault="00F54831" w:rsidP="00F5483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534" w:type="dxa"/>
            <w:vAlign w:val="center"/>
          </w:tcPr>
          <w:p w14:paraId="4DAADBA4" w14:textId="4495D90E" w:rsidR="00F54831" w:rsidRPr="00F54831" w:rsidRDefault="006D682C" w:rsidP="0052306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wiedzy na temat mechanizmów adaptacyjnych człowieka oraz czynników na nie wpływających. Zaznajomienie się z dylematami</w:t>
            </w:r>
            <w:r w:rsidRPr="006D682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mieszkańców, ich rodzin oraz prac</w:t>
            </w:r>
            <w:r w:rsidR="00227456">
              <w:rPr>
                <w:rFonts w:ascii="Corbel" w:eastAsia="Times New Roman" w:hAnsi="Corbel"/>
                <w:sz w:val="24"/>
                <w:szCs w:val="24"/>
                <w:lang w:eastAsia="pl-PL"/>
              </w:rPr>
              <w:t>owników domów pomocy społecznej.</w:t>
            </w:r>
          </w:p>
        </w:tc>
      </w:tr>
      <w:tr w:rsidR="00F54831" w:rsidRPr="00F54831" w14:paraId="1B868D1A" w14:textId="77777777" w:rsidTr="00B9263E">
        <w:tc>
          <w:tcPr>
            <w:tcW w:w="851" w:type="dxa"/>
            <w:vAlign w:val="center"/>
          </w:tcPr>
          <w:p w14:paraId="0D02A0A7" w14:textId="77777777" w:rsidR="00F54831" w:rsidRPr="00F54831" w:rsidRDefault="00F54831" w:rsidP="00F5483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534" w:type="dxa"/>
            <w:vAlign w:val="center"/>
          </w:tcPr>
          <w:p w14:paraId="38D9EDDA" w14:textId="43BF189D" w:rsidR="00F54831" w:rsidRPr="00F54831" w:rsidRDefault="00227456" w:rsidP="00E45E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27456"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wiedzy niezbędnej do pracy z osobą w podeszłym wieku lub/i z osobą niepełnosprawną, w tym form pracy z mieszkańcem przeżywającym proces adaptacji</w:t>
            </w:r>
            <w:r w:rsidR="00E45E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sposobów jego aktywizacji (z</w:t>
            </w:r>
            <w:r w:rsidR="00753F8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apoznanie się z przykładowym schematem procedury adaptacji </w:t>
            </w:r>
            <w:r w:rsidR="00E45E1D">
              <w:rPr>
                <w:rFonts w:ascii="Corbel" w:eastAsia="Times New Roman" w:hAnsi="Corbel"/>
                <w:sz w:val="24"/>
                <w:szCs w:val="24"/>
                <w:lang w:eastAsia="pl-PL"/>
              </w:rPr>
              <w:t>w DPS oraz</w:t>
            </w:r>
            <w:r w:rsidR="00753F8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przygotowania indywidualne</w:t>
            </w:r>
            <w:r w:rsidR="00E45E1D">
              <w:rPr>
                <w:rFonts w:ascii="Corbel" w:eastAsia="Times New Roman" w:hAnsi="Corbel"/>
                <w:sz w:val="24"/>
                <w:szCs w:val="24"/>
                <w:lang w:eastAsia="pl-PL"/>
              </w:rPr>
              <w:t>go planu wsparcia jego mieszkańca).</w:t>
            </w:r>
          </w:p>
        </w:tc>
      </w:tr>
    </w:tbl>
    <w:p w14:paraId="0672D1A8" w14:textId="77777777" w:rsidR="00F54831" w:rsidRPr="009C54AE" w:rsidRDefault="00F5483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E1CE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ABB24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974"/>
        <w:gridCol w:w="1730"/>
      </w:tblGrid>
      <w:tr w:rsidR="0085747A" w:rsidRPr="009C54AE" w14:paraId="1B2C6458" w14:textId="77777777" w:rsidTr="00B9263E">
        <w:tc>
          <w:tcPr>
            <w:tcW w:w="1652" w:type="dxa"/>
            <w:vAlign w:val="center"/>
          </w:tcPr>
          <w:p w14:paraId="58694299" w14:textId="77777777" w:rsidR="0085747A" w:rsidRPr="003140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140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140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140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92CC1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0" w:type="dxa"/>
            <w:vAlign w:val="center"/>
          </w:tcPr>
          <w:p w14:paraId="250DBD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B3EC42" w14:textId="77777777" w:rsidTr="00B9263E">
        <w:tc>
          <w:tcPr>
            <w:tcW w:w="1652" w:type="dxa"/>
          </w:tcPr>
          <w:p w14:paraId="11125352" w14:textId="77777777" w:rsidR="0085747A" w:rsidRPr="00314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403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71331FB" w14:textId="77777777" w:rsidR="0085747A" w:rsidRPr="00D82B82" w:rsidRDefault="00EC7DAF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Zna i rozumie (w stopniu pogłębionym) funkcjonowanie człowieka w strukturach społecznych i instytucjach życia publicznego oraz fundamentalne dylematy współczesnej cywilizacji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oraz ma wiedzę dotyczącą uwarunkowań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br/>
              <w:t>i zasad funkcjonowania mieszkańc</w:t>
            </w:r>
            <w:r w:rsidR="000415D3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ów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>w DPS, w tym zna sposób dokumentowania pracy socjalnej z tymi mieszkańcami.</w:t>
            </w:r>
          </w:p>
        </w:tc>
        <w:tc>
          <w:tcPr>
            <w:tcW w:w="1730" w:type="dxa"/>
          </w:tcPr>
          <w:p w14:paraId="06711EB6" w14:textId="77777777" w:rsidR="0085747A" w:rsidRPr="009C54AE" w:rsidRDefault="005C28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82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14:paraId="6D522F26" w14:textId="77777777" w:rsidTr="00B9263E">
        <w:tc>
          <w:tcPr>
            <w:tcW w:w="1652" w:type="dxa"/>
          </w:tcPr>
          <w:p w14:paraId="5D7B6608" w14:textId="77777777" w:rsidR="0085747A" w:rsidRPr="00314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2063ABD" w14:textId="77777777" w:rsidR="0085747A" w:rsidRPr="00D82B82" w:rsidRDefault="005C2825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Zna i w pogłębiony sposób analizuje zasady tworzenia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br/>
              <w:t>i podejmowania działań skierowanych na rozwiązywanie problemów z zakresu pracy socjalnej z zastosowaniem programów i projektów społecznych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>adresowanych do osób starszych i niepełnosprawnych jako mieszkańców DPS w celu przeciwdziałania bądź ograniczania skali ich wykluczenia społecznego.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Również ma wiedzę jak skonstruować indywidualny plan wsparcia mieszkańca DPS oraz jak dokonywać jego ewaluacji.</w:t>
            </w:r>
          </w:p>
        </w:tc>
        <w:tc>
          <w:tcPr>
            <w:tcW w:w="1730" w:type="dxa"/>
          </w:tcPr>
          <w:p w14:paraId="24084BD7" w14:textId="77777777" w:rsidR="0085747A" w:rsidRPr="009C54AE" w:rsidRDefault="005C28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825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85747A" w:rsidRPr="009C54AE" w14:paraId="516DE196" w14:textId="77777777" w:rsidTr="00B9263E">
        <w:tc>
          <w:tcPr>
            <w:tcW w:w="1652" w:type="dxa"/>
          </w:tcPr>
          <w:p w14:paraId="04E7BFEA" w14:textId="77777777" w:rsidR="0085747A" w:rsidRPr="00314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2633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080D74C1" w14:textId="2AB674B0" w:rsidR="0096661F" w:rsidRPr="00D82B82" w:rsidRDefault="00D26339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Potrafi (w stopniu pogłębionym) analizować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br/>
              <w:t>i innowacyjnie rozwiązywać konkretne problemy społeczne odpowiednio uzasadniając swoje stanowisko oraz przeciwdziałać aktualnym problemom społecznym, proponując w tym zakresie odpowiednie rozstrzygnięcia</w:t>
            </w:r>
            <w:r w:rsidR="0052306A">
              <w:rPr>
                <w:rFonts w:ascii="Corbel" w:hAnsi="Corbel"/>
                <w:b w:val="0"/>
                <w:smallCaps w:val="0"/>
                <w:szCs w:val="24"/>
              </w:rPr>
              <w:t xml:space="preserve"> szczególnie</w:t>
            </w:r>
            <w:r w:rsidR="0096661F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ukierunkowane  na tworzenie dobrych praktyk w zakresie adaptacji, wspierania i aktywizacji mieszkańców DPS, łącząc w tym celu zasoby DPS, aby móc osiągać cele tej instytucji </w:t>
            </w:r>
            <w:r w:rsidR="009A1386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zgodnie z jej misją oraz ograniczać </w:t>
            </w:r>
            <w:r w:rsidR="000415D3" w:rsidRPr="00D82B82">
              <w:rPr>
                <w:rFonts w:ascii="Corbel" w:hAnsi="Corbel"/>
                <w:b w:val="0"/>
                <w:smallCaps w:val="0"/>
                <w:szCs w:val="24"/>
              </w:rPr>
              <w:t>jednocześnie</w:t>
            </w:r>
            <w:r w:rsidR="009A1386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wykluczenie społeczne osób starszych i niepełnosprawnych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(jako problem społ</w:t>
            </w:r>
            <w:r w:rsidR="00BB2E68" w:rsidRPr="00D82B8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czny).</w:t>
            </w:r>
          </w:p>
          <w:p w14:paraId="0744C0BF" w14:textId="77777777" w:rsidR="00723FC1" w:rsidRPr="00D82B82" w:rsidRDefault="00723FC1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Potrafi opracować indywidualny plan wsparcia mieszkańca DPS.</w:t>
            </w:r>
          </w:p>
        </w:tc>
        <w:tc>
          <w:tcPr>
            <w:tcW w:w="1730" w:type="dxa"/>
          </w:tcPr>
          <w:p w14:paraId="73A30E70" w14:textId="77777777" w:rsidR="0085747A" w:rsidRPr="009C54AE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33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D26339" w:rsidRPr="009C54AE" w14:paraId="70255C10" w14:textId="77777777" w:rsidTr="00B9263E">
        <w:tc>
          <w:tcPr>
            <w:tcW w:w="1652" w:type="dxa"/>
          </w:tcPr>
          <w:p w14:paraId="7F741DEA" w14:textId="77777777" w:rsidR="00D26339" w:rsidRPr="0031403C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974" w:type="dxa"/>
          </w:tcPr>
          <w:p w14:paraId="24ACA5D3" w14:textId="77777777" w:rsidR="00D26339" w:rsidRPr="00D82B82" w:rsidRDefault="004B1F55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Posiada umiejętność pogłębionej analizy zjawisk społecznych oraz w sposób praktyczny realizować fundamentalne i nowe role zawodowe pracownika socjalnego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, w tym 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podejmować działania występując w 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>rolach m. in.: doradcy, negocjatora, mediatora, czy rzecznika interesu mieszkańca DPS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1757B" w:rsidRPr="00D82B8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i innych</w:t>
            </w:r>
            <w:r w:rsidR="00A1757B" w:rsidRPr="00D82B82">
              <w:rPr>
                <w:rFonts w:ascii="Corbel" w:hAnsi="Corbel"/>
                <w:b w:val="0"/>
                <w:smallCaps w:val="0"/>
                <w:szCs w:val="24"/>
              </w:rPr>
              <w:t>, jak również posiada umiejętność pracy zespołowej niezbędnej przy opracowaniu indywidualnego planu wsparcia mieszkańca DPS.</w:t>
            </w:r>
          </w:p>
        </w:tc>
        <w:tc>
          <w:tcPr>
            <w:tcW w:w="1730" w:type="dxa"/>
          </w:tcPr>
          <w:p w14:paraId="0E626766" w14:textId="77777777" w:rsidR="00D26339" w:rsidRPr="00D26339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D26339" w:rsidRPr="009C54AE" w14:paraId="28AB3F2A" w14:textId="77777777" w:rsidTr="00B9263E">
        <w:tc>
          <w:tcPr>
            <w:tcW w:w="1652" w:type="dxa"/>
          </w:tcPr>
          <w:p w14:paraId="6449D1DD" w14:textId="77777777" w:rsidR="00D26339" w:rsidRPr="0031403C" w:rsidRDefault="004B1F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F04F574" w14:textId="0D01F229" w:rsidR="00D26339" w:rsidRPr="00D82B82" w:rsidRDefault="005575DE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4B1F55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posługiwania się podejściami teoretycznymi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i wykorzystywania ich w sposób pogłębiony </w:t>
            </w:r>
            <w:r w:rsidR="004B1F55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w analizowaniu różnych aspektów ludzkich zachowań w celu diagnozowania, prognozowania oraz formułowania programów działań socjalnych w oparciu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B1F55" w:rsidRPr="00D82B82">
              <w:rPr>
                <w:rFonts w:ascii="Corbel" w:hAnsi="Corbel"/>
                <w:b w:val="0"/>
                <w:smallCaps w:val="0"/>
                <w:szCs w:val="24"/>
              </w:rPr>
              <w:t>o konsultacje z interesariuszami zewnętrznymi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, w tym uwzględnia ich zalecenia w trakcie odpowiedzialnego tworzenia, monitorowania i ewaluacji indywidualnego planu wsparcia mieszkańca DPS.</w:t>
            </w:r>
          </w:p>
        </w:tc>
        <w:tc>
          <w:tcPr>
            <w:tcW w:w="1730" w:type="dxa"/>
          </w:tcPr>
          <w:p w14:paraId="7C49721A" w14:textId="77777777" w:rsidR="00D26339" w:rsidRPr="00D26339" w:rsidRDefault="004B1F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1F55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4CA30181" w14:textId="77777777" w:rsidR="005575DE" w:rsidRPr="009C54AE" w:rsidRDefault="005575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7D842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E42F71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A0F5A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5747A" w:rsidRPr="009C54AE" w14:paraId="0113D063" w14:textId="77777777" w:rsidTr="00B9263E">
        <w:tc>
          <w:tcPr>
            <w:tcW w:w="9491" w:type="dxa"/>
          </w:tcPr>
          <w:p w14:paraId="6A05F1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EC1D3A" w14:textId="77777777" w:rsidTr="00B9263E">
        <w:tc>
          <w:tcPr>
            <w:tcW w:w="9491" w:type="dxa"/>
          </w:tcPr>
          <w:p w14:paraId="702E1518" w14:textId="3D1BF759" w:rsidR="0085747A" w:rsidRPr="00453D18" w:rsidRDefault="00A06696" w:rsidP="00453D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272A017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878322" w14:textId="57DB65B0" w:rsidR="0085747A" w:rsidRDefault="0085747A" w:rsidP="001F483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D82B82">
        <w:rPr>
          <w:rFonts w:ascii="Corbel" w:hAnsi="Corbel"/>
          <w:sz w:val="24"/>
          <w:szCs w:val="24"/>
        </w:rPr>
        <w:t>ćwiczeń audytoryjnych, 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6D8EFE0" w14:textId="77777777" w:rsidR="00453D18" w:rsidRPr="001F4836" w:rsidRDefault="00453D18" w:rsidP="00453D1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5747A" w:rsidRPr="009C54AE" w14:paraId="23439546" w14:textId="77777777" w:rsidTr="00B9263E">
        <w:tc>
          <w:tcPr>
            <w:tcW w:w="9491" w:type="dxa"/>
          </w:tcPr>
          <w:p w14:paraId="16BE72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3D2E3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996B2D" w:rsidRPr="009C54AE" w14:paraId="30F88B70" w14:textId="77777777" w:rsidTr="00B9263E">
        <w:tc>
          <w:tcPr>
            <w:tcW w:w="9491" w:type="dxa"/>
          </w:tcPr>
          <w:p w14:paraId="6D38A400" w14:textId="27A9B336" w:rsidR="00996B2D" w:rsidRPr="00A206AF" w:rsidRDefault="00996B2D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Zadania i uprawnienia pracownika so</w:t>
            </w:r>
            <w:r w:rsidR="00805AFF">
              <w:rPr>
                <w:rFonts w:ascii="Corbel" w:hAnsi="Corbel"/>
                <w:sz w:val="24"/>
                <w:szCs w:val="24"/>
              </w:rPr>
              <w:t>cjalnego wynikające z jego roli</w:t>
            </w:r>
            <w:r w:rsidRPr="00A206AF">
              <w:rPr>
                <w:rFonts w:ascii="Corbel" w:hAnsi="Corbel"/>
                <w:sz w:val="24"/>
                <w:szCs w:val="24"/>
              </w:rPr>
              <w:t xml:space="preserve"> w systemie pomocy społecznej.</w:t>
            </w:r>
            <w:r>
              <w:rPr>
                <w:rFonts w:ascii="Corbel" w:hAnsi="Corbel"/>
                <w:sz w:val="24"/>
                <w:szCs w:val="24"/>
              </w:rPr>
              <w:t xml:space="preserve"> Specyfika zadań pracownika socjalnego w DPS.</w:t>
            </w:r>
          </w:p>
        </w:tc>
      </w:tr>
      <w:tr w:rsidR="00996B2D" w:rsidRPr="009C54AE" w14:paraId="7F0EA83B" w14:textId="77777777" w:rsidTr="00805AFF">
        <w:trPr>
          <w:trHeight w:val="270"/>
        </w:trPr>
        <w:tc>
          <w:tcPr>
            <w:tcW w:w="9491" w:type="dxa"/>
          </w:tcPr>
          <w:p w14:paraId="4A0A0FD8" w14:textId="0CA048BC" w:rsidR="00996B2D" w:rsidRPr="00A206AF" w:rsidRDefault="00805AFF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5AFF">
              <w:rPr>
                <w:rFonts w:ascii="Corbel" w:hAnsi="Corbel"/>
                <w:sz w:val="24"/>
                <w:szCs w:val="24"/>
              </w:rPr>
              <w:t>Dylematy mieszkańców, ich rodzin oraz pracowników domów pomocy społecznej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05AFF" w:rsidRPr="009C54AE" w14:paraId="47976A22" w14:textId="77777777" w:rsidTr="00805AFF">
        <w:trPr>
          <w:trHeight w:val="376"/>
        </w:trPr>
        <w:tc>
          <w:tcPr>
            <w:tcW w:w="9491" w:type="dxa"/>
          </w:tcPr>
          <w:p w14:paraId="45C1D595" w14:textId="77777777" w:rsidR="00805AFF" w:rsidRDefault="00805AFF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Formy pracy z mieszkańcem przeżywającym proces adaptacji w DPS.</w:t>
            </w:r>
          </w:p>
          <w:p w14:paraId="06CB7D6D" w14:textId="5727DF97" w:rsidR="00805AFF" w:rsidRPr="00805AFF" w:rsidRDefault="00805AFF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</w:t>
            </w:r>
            <w:r w:rsidR="00E968BB">
              <w:rPr>
                <w:rFonts w:ascii="Corbel" w:hAnsi="Corbel"/>
                <w:sz w:val="24"/>
                <w:szCs w:val="24"/>
              </w:rPr>
              <w:t>cyfika pracy z osobami w podeszłym wieku</w:t>
            </w:r>
            <w:r>
              <w:rPr>
                <w:rFonts w:ascii="Corbel" w:hAnsi="Corbel"/>
                <w:sz w:val="24"/>
                <w:szCs w:val="24"/>
              </w:rPr>
              <w:t xml:space="preserve"> i niepełnosprawnymi.</w:t>
            </w:r>
          </w:p>
        </w:tc>
      </w:tr>
      <w:tr w:rsidR="00996B2D" w:rsidRPr="009C54AE" w14:paraId="1E7C6B76" w14:textId="77777777" w:rsidTr="00B9263E">
        <w:tc>
          <w:tcPr>
            <w:tcW w:w="9491" w:type="dxa"/>
          </w:tcPr>
          <w:p w14:paraId="7058ECAC" w14:textId="6D483375" w:rsidR="00996B2D" w:rsidRPr="00A206AF" w:rsidRDefault="00805AFF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5AFF">
              <w:rPr>
                <w:rFonts w:ascii="Corbel" w:hAnsi="Corbel"/>
                <w:sz w:val="24"/>
                <w:szCs w:val="24"/>
              </w:rPr>
              <w:t>Aktywizowanie mieszkańców domów pomocy społecznej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6B2D" w:rsidRPr="009C54AE" w14:paraId="1A21BED4" w14:textId="77777777" w:rsidTr="00B9263E">
        <w:tc>
          <w:tcPr>
            <w:tcW w:w="9491" w:type="dxa"/>
          </w:tcPr>
          <w:p w14:paraId="263353C7" w14:textId="77777777" w:rsidR="00996B2D" w:rsidRPr="00A206AF" w:rsidRDefault="00996B2D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Podejmowanie działań zaradczych w sytuacjach braku poczucia bezpieczeństwa mieszkańca</w:t>
            </w:r>
            <w:r>
              <w:rPr>
                <w:rFonts w:ascii="Corbel" w:hAnsi="Corbel"/>
                <w:sz w:val="24"/>
                <w:szCs w:val="24"/>
              </w:rPr>
              <w:t xml:space="preserve"> DPS</w:t>
            </w:r>
            <w:r w:rsidRPr="00A20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6B2D" w:rsidRPr="009C54AE" w14:paraId="47175433" w14:textId="77777777" w:rsidTr="00B9263E">
        <w:tc>
          <w:tcPr>
            <w:tcW w:w="9491" w:type="dxa"/>
          </w:tcPr>
          <w:p w14:paraId="1BA29413" w14:textId="77777777" w:rsidR="00996B2D" w:rsidRPr="00A206AF" w:rsidRDefault="00996B2D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Sposoby ewaluacji sytuacji mieszkańca </w:t>
            </w:r>
            <w:r>
              <w:rPr>
                <w:rFonts w:ascii="Corbel" w:hAnsi="Corbel"/>
                <w:sz w:val="24"/>
                <w:szCs w:val="24"/>
              </w:rPr>
              <w:t xml:space="preserve">DPS </w:t>
            </w:r>
            <w:r w:rsidRPr="00A206AF">
              <w:rPr>
                <w:rFonts w:ascii="Corbel" w:hAnsi="Corbel"/>
                <w:sz w:val="24"/>
                <w:szCs w:val="24"/>
              </w:rPr>
              <w:t>i ocena efektywności działań pracownika pierwszego kontaktu.</w:t>
            </w:r>
          </w:p>
        </w:tc>
      </w:tr>
      <w:tr w:rsidR="00996B2D" w:rsidRPr="009C54AE" w14:paraId="32E05E75" w14:textId="77777777" w:rsidTr="00B9263E">
        <w:tc>
          <w:tcPr>
            <w:tcW w:w="9491" w:type="dxa"/>
          </w:tcPr>
          <w:p w14:paraId="65060450" w14:textId="6E6707CC" w:rsidR="00996B2D" w:rsidRPr="00A206AF" w:rsidRDefault="00996B2D" w:rsidP="00805AFF">
            <w:pPr>
              <w:pStyle w:val="Akapitzlist"/>
              <w:tabs>
                <w:tab w:val="right" w:pos="6588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Monitorowanie funkcjonowania mieszkańca </w:t>
            </w:r>
            <w:r>
              <w:rPr>
                <w:rFonts w:ascii="Corbel" w:hAnsi="Corbel"/>
                <w:sz w:val="24"/>
                <w:szCs w:val="24"/>
              </w:rPr>
              <w:t xml:space="preserve">DPS </w:t>
            </w:r>
            <w:r w:rsidR="00805AFF">
              <w:rPr>
                <w:rFonts w:ascii="Corbel" w:hAnsi="Corbel"/>
                <w:sz w:val="24"/>
                <w:szCs w:val="24"/>
              </w:rPr>
              <w:t>w nowym środowisku</w:t>
            </w:r>
            <w:r w:rsidRPr="00A206AF">
              <w:rPr>
                <w:rFonts w:ascii="Corbel" w:hAnsi="Corbel"/>
                <w:sz w:val="24"/>
                <w:szCs w:val="24"/>
              </w:rPr>
              <w:t>.</w:t>
            </w:r>
            <w:r w:rsidRPr="00A206AF">
              <w:rPr>
                <w:rFonts w:ascii="Corbel" w:hAnsi="Corbel"/>
                <w:sz w:val="24"/>
                <w:szCs w:val="24"/>
              </w:rPr>
              <w:tab/>
            </w:r>
          </w:p>
        </w:tc>
      </w:tr>
    </w:tbl>
    <w:p w14:paraId="36EEE849" w14:textId="77777777" w:rsidR="00B72E7D" w:rsidRPr="009C54AE" w:rsidRDefault="00B72E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5210F0" w14:textId="59AFBC14" w:rsidR="0085747A" w:rsidRPr="009C54AE" w:rsidRDefault="009F4610" w:rsidP="003D2E3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60878E" w14:textId="77777777" w:rsidR="003D2E30" w:rsidRDefault="003D2E30" w:rsidP="003D2E3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E0838F2" w14:textId="3D046B51" w:rsidR="0052306A" w:rsidRPr="00A06696" w:rsidRDefault="00A06696" w:rsidP="0052306A">
      <w:pPr>
        <w:tabs>
          <w:tab w:val="left" w:pos="284"/>
        </w:tabs>
        <w:spacing w:after="0" w:line="360" w:lineRule="auto"/>
        <w:jc w:val="both"/>
        <w:rPr>
          <w:rFonts w:ascii="Corbel" w:hAnsi="Corbel"/>
          <w:i/>
          <w:iCs/>
          <w:sz w:val="24"/>
          <w:szCs w:val="24"/>
        </w:rPr>
      </w:pPr>
      <w:r>
        <w:rPr>
          <w:rFonts w:ascii="Corbel" w:hAnsi="Corbel"/>
          <w:i/>
          <w:iCs/>
          <w:sz w:val="24"/>
          <w:szCs w:val="24"/>
        </w:rPr>
        <w:t>A</w:t>
      </w:r>
      <w:r w:rsidR="0052306A" w:rsidRPr="00A06696">
        <w:rPr>
          <w:rFonts w:ascii="Corbel" w:hAnsi="Corbel"/>
          <w:i/>
          <w:iCs/>
          <w:sz w:val="24"/>
          <w:szCs w:val="24"/>
        </w:rPr>
        <w:t>naliza tekstów z dyskusją, analiza treści multimedialnych, studium przypadku, praca w grupach</w:t>
      </w:r>
    </w:p>
    <w:p w14:paraId="6A485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38CF4" w14:textId="6ED9EB1A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00350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2C3D9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42A1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85747A" w:rsidRPr="009C54AE" w14:paraId="570390E2" w14:textId="77777777" w:rsidTr="002946B3">
        <w:tc>
          <w:tcPr>
            <w:tcW w:w="1962" w:type="dxa"/>
            <w:vAlign w:val="center"/>
          </w:tcPr>
          <w:p w14:paraId="3D48925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24232BD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5674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9" w:type="dxa"/>
            <w:vAlign w:val="center"/>
          </w:tcPr>
          <w:p w14:paraId="33BAB44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A3E7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40D2B" w:rsidRPr="009C54AE" w14:paraId="52108C86" w14:textId="77777777" w:rsidTr="002946B3">
        <w:tc>
          <w:tcPr>
            <w:tcW w:w="1962" w:type="dxa"/>
          </w:tcPr>
          <w:p w14:paraId="3EDA0864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39" w:type="dxa"/>
          </w:tcPr>
          <w:p w14:paraId="4D80B972" w14:textId="6D95D3DF" w:rsidR="00240D2B" w:rsidRPr="009C54AE" w:rsidRDefault="00240D2B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52306A">
              <w:rPr>
                <w:rFonts w:ascii="Corbel" w:hAnsi="Corbel"/>
                <w:b w:val="0"/>
                <w:szCs w:val="24"/>
              </w:rPr>
              <w:t>,</w:t>
            </w:r>
            <w:r w:rsidR="0052306A">
              <w:t xml:space="preserve"> </w:t>
            </w:r>
            <w:r w:rsidR="0052306A" w:rsidRPr="0052306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9" w:type="dxa"/>
          </w:tcPr>
          <w:p w14:paraId="5E573170" w14:textId="63FB18D1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</w:t>
            </w:r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40D2B" w:rsidRPr="009C54AE" w14:paraId="1E2440CB" w14:textId="77777777" w:rsidTr="002946B3">
        <w:tc>
          <w:tcPr>
            <w:tcW w:w="1962" w:type="dxa"/>
          </w:tcPr>
          <w:p w14:paraId="5FEBCDAA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39" w:type="dxa"/>
          </w:tcPr>
          <w:p w14:paraId="743DDC8E" w14:textId="27EDFCDC" w:rsidR="00240D2B" w:rsidRPr="009C54AE" w:rsidRDefault="00240D2B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52306A">
              <w:rPr>
                <w:rFonts w:ascii="Corbel" w:hAnsi="Corbel"/>
                <w:b w:val="0"/>
                <w:szCs w:val="24"/>
              </w:rPr>
              <w:t xml:space="preserve">, </w:t>
            </w:r>
            <w:r w:rsidR="0052306A" w:rsidRPr="0052306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9" w:type="dxa"/>
          </w:tcPr>
          <w:p w14:paraId="04431FB6" w14:textId="2518FC80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</w:t>
            </w:r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40D2B" w:rsidRPr="009C54AE" w14:paraId="627CEB53" w14:textId="77777777" w:rsidTr="002946B3">
        <w:tc>
          <w:tcPr>
            <w:tcW w:w="1962" w:type="dxa"/>
          </w:tcPr>
          <w:p w14:paraId="6FD65DA5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0DD38219" w14:textId="700A5EA8" w:rsidR="00240D2B" w:rsidRPr="009C54AE" w:rsidRDefault="00240D2B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52306A">
              <w:rPr>
                <w:rFonts w:ascii="Corbel" w:hAnsi="Corbel"/>
                <w:b w:val="0"/>
                <w:szCs w:val="24"/>
              </w:rPr>
              <w:t xml:space="preserve">, </w:t>
            </w:r>
            <w:r w:rsidR="0052306A" w:rsidRPr="0052306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9" w:type="dxa"/>
          </w:tcPr>
          <w:p w14:paraId="0632B601" w14:textId="2FFBBB7F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</w:t>
            </w:r>
            <w:r w:rsidR="00A06696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40D2B" w:rsidRPr="009C54AE" w14:paraId="0B8B6759" w14:textId="77777777" w:rsidTr="002946B3">
        <w:tc>
          <w:tcPr>
            <w:tcW w:w="1962" w:type="dxa"/>
          </w:tcPr>
          <w:p w14:paraId="6D5CBA5F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9" w:type="dxa"/>
          </w:tcPr>
          <w:p w14:paraId="1966CBF2" w14:textId="7B8448E0" w:rsidR="00240D2B" w:rsidRPr="009C54AE" w:rsidRDefault="00240D2B" w:rsidP="005230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9" w:type="dxa"/>
          </w:tcPr>
          <w:p w14:paraId="17AAB917" w14:textId="3ECC469B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</w:t>
            </w:r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40D2B" w:rsidRPr="009C54AE" w14:paraId="2EB1A837" w14:textId="77777777" w:rsidTr="002946B3">
        <w:tc>
          <w:tcPr>
            <w:tcW w:w="1962" w:type="dxa"/>
          </w:tcPr>
          <w:p w14:paraId="7E087973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9" w:type="dxa"/>
          </w:tcPr>
          <w:p w14:paraId="262832DB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9" w:type="dxa"/>
          </w:tcPr>
          <w:p w14:paraId="6F33BB9F" w14:textId="1B4CEDAC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</w:t>
            </w:r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08F1DB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4109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8ACFD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DFF4F" w14:textId="77777777" w:rsidTr="00923D7D">
        <w:tc>
          <w:tcPr>
            <w:tcW w:w="9670" w:type="dxa"/>
          </w:tcPr>
          <w:p w14:paraId="4DE57032" w14:textId="0C6588C1" w:rsidR="0085747A" w:rsidRPr="00CE7062" w:rsidRDefault="00CE7062" w:rsidP="00CE70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52306A" w:rsidRPr="003C5882">
              <w:rPr>
                <w:rFonts w:ascii="Corbel" w:hAnsi="Corbel"/>
                <w:sz w:val="24"/>
                <w:szCs w:val="24"/>
              </w:rPr>
              <w:t>zyskanie min. 50 proc. maksymalnej liczby punktów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086F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8977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0F89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6123D2A" w14:textId="77777777" w:rsidTr="00953B6A">
        <w:tc>
          <w:tcPr>
            <w:tcW w:w="4902" w:type="dxa"/>
            <w:vAlign w:val="center"/>
          </w:tcPr>
          <w:p w14:paraId="1B4C7B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02A693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53B6A" w:rsidRPr="009C54AE" w14:paraId="100A87DE" w14:textId="77777777" w:rsidTr="00953B6A">
        <w:tc>
          <w:tcPr>
            <w:tcW w:w="4902" w:type="dxa"/>
          </w:tcPr>
          <w:p w14:paraId="14C14F39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70904D0" w14:textId="77777777" w:rsidR="00953B6A" w:rsidRPr="00A206AF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53B6A" w:rsidRPr="009C54AE" w14:paraId="7761FABE" w14:textId="77777777" w:rsidTr="00953B6A">
        <w:tc>
          <w:tcPr>
            <w:tcW w:w="4902" w:type="dxa"/>
          </w:tcPr>
          <w:p w14:paraId="7F0AFD20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9DBEA4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5A789E6" w14:textId="7C9FC3CC" w:rsidR="00953B6A" w:rsidRPr="00A206AF" w:rsidRDefault="00CE33AF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53B6A" w:rsidRPr="009C54AE" w14:paraId="3CD8D8A0" w14:textId="77777777" w:rsidTr="00953B6A">
        <w:tc>
          <w:tcPr>
            <w:tcW w:w="4902" w:type="dxa"/>
          </w:tcPr>
          <w:p w14:paraId="04DD4217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733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indywidualnego planu wsparcia mieszkańca DPS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18" w:type="dxa"/>
          </w:tcPr>
          <w:p w14:paraId="373D1198" w14:textId="658432BB" w:rsidR="00953B6A" w:rsidRPr="00A206AF" w:rsidRDefault="00CE33AF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="00953B6A" w:rsidRPr="009C54AE" w14:paraId="42CA267C" w14:textId="77777777" w:rsidTr="00953B6A">
        <w:tc>
          <w:tcPr>
            <w:tcW w:w="4902" w:type="dxa"/>
          </w:tcPr>
          <w:p w14:paraId="65FB34E2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128BC3B" w14:textId="77777777" w:rsidR="00953B6A" w:rsidRPr="00A206AF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53B6A" w:rsidRPr="009C54AE" w14:paraId="7EEA9760" w14:textId="77777777" w:rsidTr="00953B6A">
        <w:tc>
          <w:tcPr>
            <w:tcW w:w="4902" w:type="dxa"/>
          </w:tcPr>
          <w:p w14:paraId="6033310C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6ED7692" w14:textId="77777777" w:rsidR="00953B6A" w:rsidRPr="00A206AF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BE44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436CE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B47BAE" w14:textId="009D3111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DF9A5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53D18" w:rsidRPr="009C54AE" w14:paraId="556F2A36" w14:textId="77777777" w:rsidTr="00453D18">
        <w:trPr>
          <w:trHeight w:val="397"/>
        </w:trPr>
        <w:tc>
          <w:tcPr>
            <w:tcW w:w="3544" w:type="dxa"/>
          </w:tcPr>
          <w:p w14:paraId="0D5A1F96" w14:textId="77777777" w:rsidR="00453D18" w:rsidRPr="009C54AE" w:rsidRDefault="00453D18" w:rsidP="00453D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7A71DE" w14:textId="5DEF66AE" w:rsidR="00453D18" w:rsidRPr="009C54AE" w:rsidRDefault="005326C9" w:rsidP="00453D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nie dotyczy</w:t>
            </w:r>
          </w:p>
        </w:tc>
      </w:tr>
      <w:tr w:rsidR="00453D18" w:rsidRPr="009C54AE" w14:paraId="57486998" w14:textId="77777777" w:rsidTr="00453D18">
        <w:trPr>
          <w:trHeight w:val="397"/>
        </w:trPr>
        <w:tc>
          <w:tcPr>
            <w:tcW w:w="3544" w:type="dxa"/>
          </w:tcPr>
          <w:p w14:paraId="24B34E48" w14:textId="77777777" w:rsidR="00453D18" w:rsidRPr="009C54AE" w:rsidRDefault="00453D18" w:rsidP="00453D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CEF2E1" w14:textId="2FAA8F1F" w:rsidR="00453D18" w:rsidRPr="009C54AE" w:rsidRDefault="005326C9" w:rsidP="00453D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nie dotyczy</w:t>
            </w:r>
          </w:p>
        </w:tc>
      </w:tr>
    </w:tbl>
    <w:p w14:paraId="1007CD7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629252" w14:textId="77777777" w:rsidR="0085747A" w:rsidRPr="00CB0217" w:rsidRDefault="00675843" w:rsidP="00CB021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9414D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F81D9F" w:rsidRPr="00F81D9F" w14:paraId="3ACD90D4" w14:textId="77777777" w:rsidTr="00B9263E">
        <w:trPr>
          <w:trHeight w:val="397"/>
        </w:trPr>
        <w:tc>
          <w:tcPr>
            <w:tcW w:w="9072" w:type="dxa"/>
          </w:tcPr>
          <w:p w14:paraId="343E21B7" w14:textId="4631AC0D" w:rsidR="00981CCD" w:rsidRPr="00981CCD" w:rsidRDefault="00F81D9F" w:rsidP="00981C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1" w:name="_Hlk55295105"/>
            <w:r w:rsidRPr="00981CCD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EA04558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Kijak, R., Podgórska-Jachnik, D., Stec, K. (red.) (2020). Niepełnosprawność – Wyzwania – Praca socjalna. Warszawa: Difin.</w:t>
            </w:r>
          </w:p>
          <w:p w14:paraId="75910EF7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Niedbalski, J. (2017). Żyć i pracować w domu pomocy społecznej. Socjologiczne studium interakcji personelu z upośledzonymi umysłowo podopiecznymi. Łódź: Wydawnictwo Uniwersytetu Łódzkiego.</w:t>
            </w:r>
          </w:p>
          <w:p w14:paraId="58F81D4E" w14:textId="797DC9ED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Niezabitowski, M. (2015). Adaptacja osób starszych do środowiska domu pomocy społecznej - przyczynek do analizy wybran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ych aspektów psychospołecznych w:</w:t>
            </w: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Zeszyty Naukowe. Organizacja i Zarządzanie/ Politechnika Śląska. z. 85. s. 347-369.</w:t>
            </w:r>
          </w:p>
          <w:p w14:paraId="418911AD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https://bip.brpo.gov.pl/sites/default/files/%2FSynteza%20-%20Systemu%20wsparcia%20osob%20starszych.pdf</w:t>
            </w:r>
          </w:p>
          <w:p w14:paraId="4277F99B" w14:textId="48672B9F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Ostrowska, A. (2009). Niepełnosprawność, rehabilitacja i integracja społec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osób niepełnosprawnych. </w:t>
            </w:r>
            <w:bookmarkStart w:id="2" w:name="_GoBack"/>
            <w:bookmarkEnd w:id="2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w:</w:t>
            </w: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Socjologia medycyny: podejmowane problemy, kategorie analizy. Ostrowska, A. (red.). Warszawa: Wydaw. IFiS PAN.</w:t>
            </w:r>
          </w:p>
          <w:p w14:paraId="0FAF8E65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https://rcin.org.pl/Content/151584/WA004_181236_P83356_Ostrowska-Niepelnosprawnosc.pdf</w:t>
            </w:r>
          </w:p>
          <w:p w14:paraId="5CF67F6C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Jaraczewska J.M., Krasiejko I. (red.) (2012). Dialog Motywujący w teorii praktyce. Motywowanie do zmiany w pracy socjalnej i terapii. Toruń: Akapit.</w:t>
            </w:r>
          </w:p>
          <w:p w14:paraId="77833E0E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Zawada A., Aktywizowanie mieszkańców domów pomocy społecznej, „Praca Socjalna”,  2007, R. 22 [nr 1] , s. 90-96.</w:t>
            </w:r>
          </w:p>
          <w:p w14:paraId="5D4F005B" w14:textId="00F0878A" w:rsidR="00F81D9F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Rosłonowska, M. (2021). Starość w obiektywie. Dylematy mieszkańców, ich rodzin oraz pracowników domów pomocy społecznej. Warszawa: Wydawnictwo Rozpisani.pl.</w:t>
            </w:r>
          </w:p>
        </w:tc>
      </w:tr>
      <w:tr w:rsidR="00F81D9F" w:rsidRPr="00981CCD" w14:paraId="2CDC5A81" w14:textId="77777777" w:rsidTr="00B9263E">
        <w:trPr>
          <w:trHeight w:val="397"/>
        </w:trPr>
        <w:tc>
          <w:tcPr>
            <w:tcW w:w="9072" w:type="dxa"/>
          </w:tcPr>
          <w:p w14:paraId="4F061F5F" w14:textId="4EE272E7" w:rsidR="002C23DF" w:rsidRPr="00981CCD" w:rsidRDefault="00F81D9F" w:rsidP="002C23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2F6F1934" w14:textId="548C79AB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Panasiuk, J. (2019). Język a komunikacja w afazji. Seria: Komunikacja językowa i jej zaburzenia. Lublin: Wydawnictwo UMCS.</w:t>
            </w:r>
          </w:p>
          <w:p w14:paraId="5426B921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Mielczarek, A. (2006). Adaptacja człowieka starszego do życia w domu pomocy społecznej. „Roczniki Naukowe Caritas”. R. 10. s. 75-89.</w:t>
            </w:r>
          </w:p>
          <w:p w14:paraId="6C990DA3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Tarkowski, Z., Jurkiewicz C. (2001). Indywidualny plan wspierania mieszkańca Domu Pomocy Społecznej. Lublin: Wydawnictwo Fundacji „ORATOR”.</w:t>
            </w:r>
          </w:p>
          <w:p w14:paraId="46AD2093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 xml:space="preserve">Tarkowski  Z., Jurkiewicz C. (1997). Skala Aktywności i strategie aktywizacji mieszkańca domu pomocy społecznej. Lublin: Wydawnictwo Fundacji „ORATOR”. </w:t>
            </w:r>
          </w:p>
          <w:p w14:paraId="7AC772B4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Szpunar, M. (red.) (2011). Asystentura rodziny: Nowatorska metoda pomocy społecznej w Polsce. Gdynia – Gdańsk: Miejski Ośrodek Pomocy Społecznej: Uniwersytet Gdański.</w:t>
            </w:r>
          </w:p>
          <w:p w14:paraId="50885249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Piekut-Brodzka, D. M. (2004). Dom pomocy społecznej jako miejsce życia osób starszych, niepełnosprawnych. „Rocznik Teologiczny”. R. 46.  z. 1. s. 95-102.</w:t>
            </w:r>
          </w:p>
          <w:p w14:paraId="18C98DC5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 xml:space="preserve">Podgórska-Jachnik, D., Wróbel A. (2004). Domy pomocy społecznej i wspólnoty życia jako alternatywne formy opieki całkowitej nad osobami upośledzonymi umysłowo. </w:t>
            </w:r>
            <w:r w:rsidRPr="00981CCD">
              <w:rPr>
                <w:rFonts w:ascii="Corbel" w:hAnsi="Corbel"/>
                <w:sz w:val="24"/>
                <w:szCs w:val="24"/>
                <w:lang w:val="en-US"/>
              </w:rPr>
              <w:t>„Niepełnosprawność i Rehabilitacja”. R. 4. nr 3. s. 52-61.</w:t>
            </w:r>
          </w:p>
          <w:p w14:paraId="07506A7A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981CCD">
              <w:rPr>
                <w:rFonts w:ascii="Corbel" w:hAnsi="Corbel"/>
                <w:sz w:val="24"/>
                <w:szCs w:val="24"/>
                <w:lang w:val="en-US"/>
              </w:rPr>
              <w:t>Ahessy, B. (2020). Creative Arts Therapies in Disability Settings. Frontline Magazine. November.</w:t>
            </w:r>
          </w:p>
          <w:p w14:paraId="302C4192" w14:textId="33118EBB" w:rsidR="00CE33AF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981CCD">
              <w:rPr>
                <w:rFonts w:ascii="Corbel" w:hAnsi="Corbel"/>
                <w:sz w:val="24"/>
                <w:szCs w:val="24"/>
                <w:lang w:val="en-US"/>
              </w:rPr>
              <w:t>https://www.researchgate.net/publication/346490320_Creative_Arts_Therapies_in_Disability_Settings</w:t>
            </w:r>
          </w:p>
        </w:tc>
      </w:tr>
      <w:bookmarkEnd w:id="1"/>
    </w:tbl>
    <w:p w14:paraId="1C88BFE3" w14:textId="77777777" w:rsidR="00F81D9F" w:rsidRPr="00981CCD" w:rsidRDefault="00F81D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53623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3" w:name="_Hlk55295126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  <w:bookmarkEnd w:id="3"/>
    </w:p>
    <w:sectPr w:rsidR="0085747A" w:rsidRPr="009C54AE" w:rsidSect="00453D18">
      <w:footerReference w:type="default" r:id="rId11"/>
      <w:pgSz w:w="11906" w:h="16838"/>
      <w:pgMar w:top="426" w:right="1134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0FC20" w14:textId="77777777" w:rsidR="00F96432" w:rsidRDefault="00F96432" w:rsidP="00C16ABF">
      <w:pPr>
        <w:spacing w:after="0" w:line="240" w:lineRule="auto"/>
      </w:pPr>
      <w:r>
        <w:separator/>
      </w:r>
    </w:p>
  </w:endnote>
  <w:endnote w:type="continuationSeparator" w:id="0">
    <w:p w14:paraId="7EED03E1" w14:textId="77777777" w:rsidR="00F96432" w:rsidRDefault="00F964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8617927"/>
      <w:docPartObj>
        <w:docPartGallery w:val="Page Numbers (Bottom of Page)"/>
        <w:docPartUnique/>
      </w:docPartObj>
    </w:sdtPr>
    <w:sdtEndPr/>
    <w:sdtContent>
      <w:p w14:paraId="031807FB" w14:textId="4789E4A8" w:rsidR="004A49D6" w:rsidRDefault="004A49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A4C">
          <w:rPr>
            <w:noProof/>
          </w:rPr>
          <w:t>3</w:t>
        </w:r>
        <w:r>
          <w:fldChar w:fldCharType="end"/>
        </w:r>
      </w:p>
    </w:sdtContent>
  </w:sdt>
  <w:p w14:paraId="4BF6C867" w14:textId="77777777" w:rsidR="004A49D6" w:rsidRDefault="004A49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57A5F" w14:textId="77777777" w:rsidR="00F96432" w:rsidRDefault="00F96432" w:rsidP="00C16ABF">
      <w:pPr>
        <w:spacing w:after="0" w:line="240" w:lineRule="auto"/>
      </w:pPr>
      <w:r>
        <w:separator/>
      </w:r>
    </w:p>
  </w:footnote>
  <w:footnote w:type="continuationSeparator" w:id="0">
    <w:p w14:paraId="4F50397D" w14:textId="77777777" w:rsidR="00F96432" w:rsidRDefault="00F96432" w:rsidP="00C16ABF">
      <w:pPr>
        <w:spacing w:after="0" w:line="240" w:lineRule="auto"/>
      </w:pPr>
      <w:r>
        <w:continuationSeparator/>
      </w:r>
    </w:p>
  </w:footnote>
  <w:footnote w:id="1">
    <w:p w14:paraId="59BC82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814E68"/>
    <w:multiLevelType w:val="hybridMultilevel"/>
    <w:tmpl w:val="595EF6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B4D"/>
    <w:multiLevelType w:val="hybridMultilevel"/>
    <w:tmpl w:val="AC861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44F59"/>
    <w:multiLevelType w:val="hybridMultilevel"/>
    <w:tmpl w:val="7B501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479FB"/>
    <w:multiLevelType w:val="hybridMultilevel"/>
    <w:tmpl w:val="BB16B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41DCF"/>
    <w:multiLevelType w:val="hybridMultilevel"/>
    <w:tmpl w:val="A3E88342"/>
    <w:lvl w:ilvl="0" w:tplc="78FCD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62AA2"/>
    <w:multiLevelType w:val="hybridMultilevel"/>
    <w:tmpl w:val="88E8C9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A4629"/>
    <w:multiLevelType w:val="hybridMultilevel"/>
    <w:tmpl w:val="821E4BB4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3E19"/>
    <w:rsid w:val="000415D3"/>
    <w:rsid w:val="00042A51"/>
    <w:rsid w:val="00042D2E"/>
    <w:rsid w:val="00044C82"/>
    <w:rsid w:val="00070ED6"/>
    <w:rsid w:val="00073376"/>
    <w:rsid w:val="000742DC"/>
    <w:rsid w:val="00084C12"/>
    <w:rsid w:val="0009462C"/>
    <w:rsid w:val="00094B12"/>
    <w:rsid w:val="00096C46"/>
    <w:rsid w:val="000A296F"/>
    <w:rsid w:val="000A2A28"/>
    <w:rsid w:val="000A3CDF"/>
    <w:rsid w:val="000B0428"/>
    <w:rsid w:val="000B192D"/>
    <w:rsid w:val="000B28EE"/>
    <w:rsid w:val="000B361F"/>
    <w:rsid w:val="000B3E37"/>
    <w:rsid w:val="000C1A69"/>
    <w:rsid w:val="000D04B0"/>
    <w:rsid w:val="000D26AC"/>
    <w:rsid w:val="000D2FC8"/>
    <w:rsid w:val="000F1C57"/>
    <w:rsid w:val="000F5615"/>
    <w:rsid w:val="00104AE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F4F"/>
    <w:rsid w:val="00192F37"/>
    <w:rsid w:val="001971A8"/>
    <w:rsid w:val="001A214B"/>
    <w:rsid w:val="001A70D2"/>
    <w:rsid w:val="001D657B"/>
    <w:rsid w:val="001D7B54"/>
    <w:rsid w:val="001E0209"/>
    <w:rsid w:val="001F2CA2"/>
    <w:rsid w:val="001F4836"/>
    <w:rsid w:val="002144C0"/>
    <w:rsid w:val="0022477D"/>
    <w:rsid w:val="00227456"/>
    <w:rsid w:val="002278A9"/>
    <w:rsid w:val="0023042E"/>
    <w:rsid w:val="002336F9"/>
    <w:rsid w:val="0024028F"/>
    <w:rsid w:val="00240D2B"/>
    <w:rsid w:val="00244ABC"/>
    <w:rsid w:val="00266896"/>
    <w:rsid w:val="0027216E"/>
    <w:rsid w:val="00281FF2"/>
    <w:rsid w:val="002857DE"/>
    <w:rsid w:val="00291567"/>
    <w:rsid w:val="002946B3"/>
    <w:rsid w:val="002A22BF"/>
    <w:rsid w:val="002A2389"/>
    <w:rsid w:val="002A671D"/>
    <w:rsid w:val="002B05F5"/>
    <w:rsid w:val="002B4D55"/>
    <w:rsid w:val="002B4FA7"/>
    <w:rsid w:val="002B5EA0"/>
    <w:rsid w:val="002B6119"/>
    <w:rsid w:val="002C1F06"/>
    <w:rsid w:val="002C23DF"/>
    <w:rsid w:val="002D3375"/>
    <w:rsid w:val="002D73D4"/>
    <w:rsid w:val="002F02A3"/>
    <w:rsid w:val="002F11D2"/>
    <w:rsid w:val="002F4ABE"/>
    <w:rsid w:val="003018BA"/>
    <w:rsid w:val="0030395F"/>
    <w:rsid w:val="00305C92"/>
    <w:rsid w:val="0031403C"/>
    <w:rsid w:val="003151C5"/>
    <w:rsid w:val="003343CF"/>
    <w:rsid w:val="00341860"/>
    <w:rsid w:val="00346FE9"/>
    <w:rsid w:val="0034759A"/>
    <w:rsid w:val="003503F6"/>
    <w:rsid w:val="003530DD"/>
    <w:rsid w:val="003570E7"/>
    <w:rsid w:val="00363F78"/>
    <w:rsid w:val="003704F1"/>
    <w:rsid w:val="00395B58"/>
    <w:rsid w:val="003A0A5B"/>
    <w:rsid w:val="003A1176"/>
    <w:rsid w:val="003A383A"/>
    <w:rsid w:val="003B19D1"/>
    <w:rsid w:val="003C0BAE"/>
    <w:rsid w:val="003D18A9"/>
    <w:rsid w:val="003D2E30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3D1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D6"/>
    <w:rsid w:val="004A4D1F"/>
    <w:rsid w:val="004B1F55"/>
    <w:rsid w:val="004D5282"/>
    <w:rsid w:val="004F1551"/>
    <w:rsid w:val="004F55A3"/>
    <w:rsid w:val="0050496F"/>
    <w:rsid w:val="00513B6F"/>
    <w:rsid w:val="00517C63"/>
    <w:rsid w:val="0052306A"/>
    <w:rsid w:val="005326C9"/>
    <w:rsid w:val="005363C4"/>
    <w:rsid w:val="00536BDE"/>
    <w:rsid w:val="00543ACC"/>
    <w:rsid w:val="00546303"/>
    <w:rsid w:val="005575DE"/>
    <w:rsid w:val="0056696D"/>
    <w:rsid w:val="0059484D"/>
    <w:rsid w:val="005A0855"/>
    <w:rsid w:val="005A133C"/>
    <w:rsid w:val="005A3196"/>
    <w:rsid w:val="005B6167"/>
    <w:rsid w:val="005C080F"/>
    <w:rsid w:val="005C2825"/>
    <w:rsid w:val="005C55E5"/>
    <w:rsid w:val="005C696A"/>
    <w:rsid w:val="005E6E85"/>
    <w:rsid w:val="005F24C2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7AF"/>
    <w:rsid w:val="006D050F"/>
    <w:rsid w:val="006D6139"/>
    <w:rsid w:val="006D682C"/>
    <w:rsid w:val="006E5D65"/>
    <w:rsid w:val="006F1282"/>
    <w:rsid w:val="006F1FBC"/>
    <w:rsid w:val="006F31E2"/>
    <w:rsid w:val="00706544"/>
    <w:rsid w:val="007072BA"/>
    <w:rsid w:val="0071620A"/>
    <w:rsid w:val="00723FC1"/>
    <w:rsid w:val="00724677"/>
    <w:rsid w:val="00725459"/>
    <w:rsid w:val="007327BD"/>
    <w:rsid w:val="00734608"/>
    <w:rsid w:val="00744018"/>
    <w:rsid w:val="00744222"/>
    <w:rsid w:val="00745302"/>
    <w:rsid w:val="007461D6"/>
    <w:rsid w:val="00746EC8"/>
    <w:rsid w:val="00753F8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AFF"/>
    <w:rsid w:val="008076A8"/>
    <w:rsid w:val="00811477"/>
    <w:rsid w:val="0081161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54B"/>
    <w:rsid w:val="008C0A4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B6A"/>
    <w:rsid w:val="009541E0"/>
    <w:rsid w:val="00954A07"/>
    <w:rsid w:val="0096661F"/>
    <w:rsid w:val="00981CCD"/>
    <w:rsid w:val="00996B2D"/>
    <w:rsid w:val="00997F14"/>
    <w:rsid w:val="009A1386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696"/>
    <w:rsid w:val="00A155EE"/>
    <w:rsid w:val="00A1757B"/>
    <w:rsid w:val="00A2245B"/>
    <w:rsid w:val="00A30110"/>
    <w:rsid w:val="00A3331D"/>
    <w:rsid w:val="00A363BF"/>
    <w:rsid w:val="00A36899"/>
    <w:rsid w:val="00A371F6"/>
    <w:rsid w:val="00A43766"/>
    <w:rsid w:val="00A43BF6"/>
    <w:rsid w:val="00A51410"/>
    <w:rsid w:val="00A53FA5"/>
    <w:rsid w:val="00A54817"/>
    <w:rsid w:val="00A601C8"/>
    <w:rsid w:val="00A60799"/>
    <w:rsid w:val="00A70722"/>
    <w:rsid w:val="00A84C85"/>
    <w:rsid w:val="00A9042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FFA"/>
    <w:rsid w:val="00AF2C1E"/>
    <w:rsid w:val="00B06142"/>
    <w:rsid w:val="00B135B1"/>
    <w:rsid w:val="00B24360"/>
    <w:rsid w:val="00B2726A"/>
    <w:rsid w:val="00B27EC9"/>
    <w:rsid w:val="00B3130B"/>
    <w:rsid w:val="00B40ADB"/>
    <w:rsid w:val="00B43B77"/>
    <w:rsid w:val="00B43E80"/>
    <w:rsid w:val="00B5729D"/>
    <w:rsid w:val="00B607DB"/>
    <w:rsid w:val="00B66529"/>
    <w:rsid w:val="00B72E7D"/>
    <w:rsid w:val="00B75946"/>
    <w:rsid w:val="00B8056E"/>
    <w:rsid w:val="00B819C8"/>
    <w:rsid w:val="00B82308"/>
    <w:rsid w:val="00B90885"/>
    <w:rsid w:val="00B9263E"/>
    <w:rsid w:val="00BB2E68"/>
    <w:rsid w:val="00BB520A"/>
    <w:rsid w:val="00BD3869"/>
    <w:rsid w:val="00BD66E9"/>
    <w:rsid w:val="00BD69BE"/>
    <w:rsid w:val="00BD6FF4"/>
    <w:rsid w:val="00BE737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843"/>
    <w:rsid w:val="00C56036"/>
    <w:rsid w:val="00C61DC5"/>
    <w:rsid w:val="00C642B3"/>
    <w:rsid w:val="00C67E92"/>
    <w:rsid w:val="00C70A26"/>
    <w:rsid w:val="00C766DF"/>
    <w:rsid w:val="00C94B98"/>
    <w:rsid w:val="00CA2B96"/>
    <w:rsid w:val="00CA5089"/>
    <w:rsid w:val="00CA56E5"/>
    <w:rsid w:val="00CB0217"/>
    <w:rsid w:val="00CD6897"/>
    <w:rsid w:val="00CE2C18"/>
    <w:rsid w:val="00CE33AF"/>
    <w:rsid w:val="00CE5BAC"/>
    <w:rsid w:val="00CE7062"/>
    <w:rsid w:val="00CF25BE"/>
    <w:rsid w:val="00CF78ED"/>
    <w:rsid w:val="00D02B25"/>
    <w:rsid w:val="00D02EBA"/>
    <w:rsid w:val="00D17C3C"/>
    <w:rsid w:val="00D2611E"/>
    <w:rsid w:val="00D26339"/>
    <w:rsid w:val="00D26B2C"/>
    <w:rsid w:val="00D31F03"/>
    <w:rsid w:val="00D352C9"/>
    <w:rsid w:val="00D425B2"/>
    <w:rsid w:val="00D428D6"/>
    <w:rsid w:val="00D46536"/>
    <w:rsid w:val="00D5074E"/>
    <w:rsid w:val="00D552B2"/>
    <w:rsid w:val="00D608D1"/>
    <w:rsid w:val="00D74119"/>
    <w:rsid w:val="00D8075B"/>
    <w:rsid w:val="00D82B82"/>
    <w:rsid w:val="00D8678B"/>
    <w:rsid w:val="00DA2114"/>
    <w:rsid w:val="00DE09C0"/>
    <w:rsid w:val="00DE4A14"/>
    <w:rsid w:val="00DF320D"/>
    <w:rsid w:val="00DF6C53"/>
    <w:rsid w:val="00DF71C8"/>
    <w:rsid w:val="00E06915"/>
    <w:rsid w:val="00E129B8"/>
    <w:rsid w:val="00E21E7D"/>
    <w:rsid w:val="00E22FBC"/>
    <w:rsid w:val="00E24BF5"/>
    <w:rsid w:val="00E25338"/>
    <w:rsid w:val="00E45E1D"/>
    <w:rsid w:val="00E51E44"/>
    <w:rsid w:val="00E63348"/>
    <w:rsid w:val="00E742AA"/>
    <w:rsid w:val="00E77E88"/>
    <w:rsid w:val="00E8107D"/>
    <w:rsid w:val="00E960BB"/>
    <w:rsid w:val="00E968BB"/>
    <w:rsid w:val="00EA2074"/>
    <w:rsid w:val="00EA4832"/>
    <w:rsid w:val="00EA4E9D"/>
    <w:rsid w:val="00EC4899"/>
    <w:rsid w:val="00EC7DAF"/>
    <w:rsid w:val="00ED03AB"/>
    <w:rsid w:val="00ED32D2"/>
    <w:rsid w:val="00EE32DE"/>
    <w:rsid w:val="00EE5457"/>
    <w:rsid w:val="00F070AB"/>
    <w:rsid w:val="00F17567"/>
    <w:rsid w:val="00F26DB1"/>
    <w:rsid w:val="00F27A7B"/>
    <w:rsid w:val="00F526AF"/>
    <w:rsid w:val="00F54831"/>
    <w:rsid w:val="00F617C3"/>
    <w:rsid w:val="00F7066B"/>
    <w:rsid w:val="00F81D9F"/>
    <w:rsid w:val="00F83B28"/>
    <w:rsid w:val="00F9034B"/>
    <w:rsid w:val="00F9643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2A5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6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61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6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61F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4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42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4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E9D25-D25B-4D1A-AC61-B6A7AB1483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0D222E-D6EF-4EC4-92BE-4BDB1EBF49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5797F-20A6-4C30-AE70-E9683698C5CB}"/>
</file>

<file path=customXml/itemProps4.xml><?xml version="1.0" encoding="utf-8"?>
<ds:datastoreItem xmlns:ds="http://schemas.openxmlformats.org/officeDocument/2006/customXml" ds:itemID="{CC27B00E-C59F-40A5-9EAF-C381B8D67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1389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</cp:lastModifiedBy>
  <cp:revision>2</cp:revision>
  <cp:lastPrinted>2019-02-06T12:12:00Z</cp:lastPrinted>
  <dcterms:created xsi:type="dcterms:W3CDTF">2021-10-01T17:36:00Z</dcterms:created>
  <dcterms:modified xsi:type="dcterms:W3CDTF">2021-10-01T17:36:00Z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